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103FC04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688A11F" w14:textId="65BBF5E7" w:rsidR="005B0ACC" w:rsidRDefault="00B7608B" w:rsidP="001B40D9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506711">
              <w:t>Anti Puusepp</w:t>
            </w:r>
          </w:p>
          <w:p w14:paraId="6939083F" w14:textId="152A94C5" w:rsidR="00004A3A" w:rsidRDefault="00506711" w:rsidP="001B40D9">
            <w:pPr>
              <w:framePr w:w="9582" w:h="2155" w:wrap="notBeside" w:vAnchor="page" w:hAnchor="page" w:x="1702" w:y="3063"/>
            </w:pPr>
            <w:r>
              <w:t>Haljala Vallavalitsus</w:t>
            </w:r>
          </w:p>
          <w:p w14:paraId="7245F73B" w14:textId="793DB647" w:rsidR="00004A3A" w:rsidRDefault="00506711" w:rsidP="001B40D9">
            <w:pPr>
              <w:framePr w:w="9582" w:h="2155" w:wrap="notBeside" w:vAnchor="page" w:hAnchor="page" w:x="1702" w:y="3063"/>
            </w:pPr>
            <w:r>
              <w:t>haljala@haljala.ee</w:t>
            </w:r>
          </w:p>
          <w:p w14:paraId="48A6A5D1" w14:textId="30AFF439" w:rsidR="00E85637" w:rsidRDefault="00B7608B" w:rsidP="001B40D9">
            <w:pPr>
              <w:framePr w:w="9582" w:h="2155" w:wrap="notBeside" w:vAnchor="page" w:hAnchor="page" w:x="1702" w:y="3063"/>
            </w:pPr>
            <w:r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3C34192B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35B66315" w14:textId="7E1205B9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1"/>
                  <w:enabled/>
                  <w:calcOnExit w:val="0"/>
                  <w:helpText w:type="text" w:val="Sisestage siia saabunud kirja kuupäev.&#10;&#10;Näiteks: 01.05.2014 &#10;&#10;Seejärel liikuge Tab klahviga järgmisele väljale."/>
                  <w:statusText w:type="text" w:val="Sisestage siia saabunud kirja kuupäev (vt F1)"/>
                  <w:textInput>
                    <w:maxLength w:val="40"/>
                  </w:textInput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 w:rsidR="00506711">
              <w:t>18.04.2023</w:t>
            </w:r>
            <w:r>
              <w:fldChar w:fldCharType="end"/>
            </w:r>
            <w:bookmarkEnd w:id="1"/>
            <w:r w:rsidR="00356C40">
              <w:t xml:space="preserve"> nr </w:t>
            </w:r>
            <w:r>
              <w:fldChar w:fldCharType="begin">
                <w:ffData>
                  <w:name w:val="Text50"/>
                  <w:enabled/>
                  <w:calcOnExit w:val="0"/>
                  <w:helpText w:type="text" w:val="Sisestage siia saabunud kirja viit.&#10;&#10;Näiteks: 2-1/312&#10;&#10;Seejärel liikuge Tab klahviga järgmisele väljale."/>
                  <w:statusText w:type="text" w:val="Sisestage siia saabunud kirja viit (vt F1)"/>
                  <w:textInput/>
                </w:ffData>
              </w:fldChar>
            </w:r>
            <w:bookmarkStart w:id="2" w:name="Text50"/>
            <w:r>
              <w:instrText xml:space="preserve"> FORMTEXT </w:instrText>
            </w:r>
            <w:r>
              <w:fldChar w:fldCharType="separate"/>
            </w:r>
            <w:r w:rsidR="00506711">
              <w:t>6-2/398-1</w:t>
            </w:r>
            <w:r>
              <w:fldChar w:fldCharType="end"/>
            </w:r>
            <w:bookmarkEnd w:id="2"/>
          </w:p>
        </w:tc>
      </w:tr>
      <w:tr w:rsidR="00E85637" w14:paraId="72391B6F" w14:textId="77777777">
        <w:trPr>
          <w:cantSplit/>
          <w:trHeight w:val="743"/>
        </w:trPr>
        <w:tc>
          <w:tcPr>
            <w:tcW w:w="5216" w:type="dxa"/>
            <w:vMerge/>
          </w:tcPr>
          <w:p w14:paraId="00E7E1B3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5ACA4500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CC5FAF4" w14:textId="2D26EF9E" w:rsidR="00E85637" w:rsidRDefault="00B7608B" w:rsidP="00506711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6711">
              <w:t>17.05.2023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3" w:name="Text51"/>
            <w:r>
              <w:instrText xml:space="preserve"> FORMTEXT </w:instrText>
            </w:r>
            <w:r>
              <w:fldChar w:fldCharType="separate"/>
            </w:r>
            <w:r w:rsidR="00004A3A" w:rsidRPr="00004A3A">
              <w:rPr>
                <w:noProof/>
              </w:rPr>
              <w:t>3-1.1/2023/2</w:t>
            </w:r>
            <w:r w:rsidR="00506711">
              <w:rPr>
                <w:noProof/>
              </w:rPr>
              <w:t>675</w:t>
            </w:r>
            <w:r>
              <w:fldChar w:fldCharType="end"/>
            </w:r>
            <w:bookmarkEnd w:id="3"/>
          </w:p>
        </w:tc>
      </w:tr>
      <w:tr w:rsidR="00E85637" w14:paraId="40779448" w14:textId="77777777">
        <w:trPr>
          <w:cantSplit/>
          <w:trHeight w:hRule="exact" w:val="23"/>
        </w:trPr>
        <w:tc>
          <w:tcPr>
            <w:tcW w:w="5216" w:type="dxa"/>
          </w:tcPr>
          <w:p w14:paraId="13DE6564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55E46EB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37793874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6805557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456B383" w14:textId="77777777" w:rsidR="00E85637" w:rsidRDefault="00E85637">
      <w:pPr>
        <w:rPr>
          <w:spacing w:val="0"/>
          <w:position w:val="0"/>
          <w:sz w:val="20"/>
        </w:rPr>
      </w:pPr>
    </w:p>
    <w:p w14:paraId="4D317850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2AA47274" wp14:editId="01C78AA3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17917" w14:textId="71E14830" w:rsidR="00E85637" w:rsidRDefault="00B7608B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bookmarkStart w:id="4" w:name="Text7"/>
      <w:r>
        <w:instrText xml:space="preserve"> FORMTEXT </w:instrText>
      </w:r>
      <w:r>
        <w:fldChar w:fldCharType="separate"/>
      </w:r>
      <w:r w:rsidR="00506711" w:rsidRPr="00506711">
        <w:t>Võsu Mere põik 4 kinnisasja hooldustööd</w:t>
      </w:r>
      <w:r w:rsidR="00506711">
        <w:t>e kooskõlastamine</w:t>
      </w:r>
      <w:r>
        <w:fldChar w:fldCharType="end"/>
      </w:r>
      <w:bookmarkEnd w:id="4"/>
    </w:p>
    <w:p w14:paraId="4DEF5400" w14:textId="77777777" w:rsidR="00E85637" w:rsidRDefault="00E85637"/>
    <w:p w14:paraId="71766C86" w14:textId="77777777" w:rsidR="00E85637" w:rsidRDefault="00E85637">
      <w:pPr>
        <w:rPr>
          <w:sz w:val="26"/>
        </w:rPr>
      </w:pPr>
    </w:p>
    <w:p w14:paraId="672E396D" w14:textId="632B6ABC" w:rsidR="007B7275" w:rsidRDefault="007B7275" w:rsidP="007B7275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noProof/>
          <w:spacing w:val="0"/>
          <w:position w:val="0"/>
        </w:rPr>
        <w:t>Austatud</w:t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ui on vaja vormistada blanketile perekonnanime ette tiitel, siis valige sellest valikust: &#10;&#10;Näiteks:    proua&#10;&#10;Seejärel liikuge Tab klahviga järgmisele väljale."/>
            <w:statusText w:type="text" w:val="Valige rippmenüüst sobiv tiitel (vt F1)."/>
            <w:ddList>
              <w:result w:val="3"/>
              <w:listEntry w:val=" härra "/>
              <w:listEntry w:val=" proua "/>
              <w:listEntry w:val=" preili "/>
              <w:listEntry w:val=" 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Text35"/>
            <w:enabled/>
            <w:calcOnExit w:val="0"/>
            <w:helpText w:type="text" w:val="Kirja saaja perekonnanimi. &#10;&#10;Näiteks:    Mägi&#10;&#10;Seejärel liikuge Tab klahviga järgmisele väljale."/>
            <w:statusText w:type="text" w:val="Kirjutage siia välja kirja saaja perekonnanimi  (vt F1)"/>
            <w:textInput>
              <w:maxLength w:val="60"/>
            </w:textInput>
          </w:ffData>
        </w:fldChar>
      </w:r>
      <w:bookmarkStart w:id="5" w:name="Text35"/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 w:rsidR="00506711">
        <w:rPr>
          <w:noProof/>
          <w:spacing w:val="0"/>
          <w:position w:val="0"/>
        </w:rPr>
        <w:t>Anti Puusepp</w:t>
      </w:r>
      <w:r>
        <w:rPr>
          <w:spacing w:val="0"/>
          <w:position w:val="0"/>
        </w:rPr>
        <w:fldChar w:fldCharType="end"/>
      </w:r>
      <w:bookmarkEnd w:id="5"/>
    </w:p>
    <w:p w14:paraId="735E0866" w14:textId="77777777" w:rsidR="00E85637" w:rsidRDefault="00E85637"/>
    <w:p w14:paraId="79753048" w14:textId="77777777" w:rsidR="00E85637" w:rsidRDefault="00E85637">
      <w:pPr>
        <w:rPr>
          <w:sz w:val="18"/>
        </w:rPr>
      </w:pPr>
    </w:p>
    <w:p w14:paraId="1FCA247B" w14:textId="77777777" w:rsidR="00E85637" w:rsidRDefault="00E85637">
      <w:pPr>
        <w:sectPr w:rsidR="00E85637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15A39F51" w14:textId="6E7CB196" w:rsidR="00E67116" w:rsidRDefault="00E67116" w:rsidP="00506711">
      <w:r>
        <w:t xml:space="preserve">Olete pöördunud Riigimetsa Majandamise Keskuse poole sooviga saada kooskõlastus </w:t>
      </w:r>
      <w:r w:rsidR="00506711">
        <w:t>Lääne-Viru maakonnas Haljala vallas Võsu alevikus asuva Mere põik 4 kinnisasjal (katastritunnus 92201:001:0160) avaliku ruumi hooldamise</w:t>
      </w:r>
      <w:r w:rsidR="00506711">
        <w:t xml:space="preserve"> </w:t>
      </w:r>
      <w:r w:rsidR="00506711">
        <w:t>eesmärgil võsaraie</w:t>
      </w:r>
      <w:r w:rsidR="00506711">
        <w:t xml:space="preserve"> kooskõlastust.</w:t>
      </w:r>
    </w:p>
    <w:p w14:paraId="54ADB58E" w14:textId="089F3D4E" w:rsidR="001B40D9" w:rsidRDefault="00E67116" w:rsidP="001B40D9">
      <w:r>
        <w:t xml:space="preserve">RMK on tutvunud esitatud materjalidega ning kooskõlastab </w:t>
      </w:r>
      <w:r w:rsidR="00506711">
        <w:t>antud hooldustööd järgnevatel tingimustel:</w:t>
      </w:r>
    </w:p>
    <w:p w14:paraId="691A8C9F" w14:textId="4E66EC61" w:rsidR="00506711" w:rsidRDefault="00506711" w:rsidP="00506711">
      <w:pPr>
        <w:pStyle w:val="Loendilik"/>
        <w:numPr>
          <w:ilvl w:val="0"/>
          <w:numId w:val="8"/>
        </w:numPr>
      </w:pPr>
      <w:r>
        <w:t>Lubatud eemaldada võsa- ja puittaimestik, mille kännudiameeter ei ületa 10 cm.</w:t>
      </w:r>
    </w:p>
    <w:p w14:paraId="4E859105" w14:textId="77777777" w:rsidR="00506711" w:rsidRDefault="00506711" w:rsidP="00506711">
      <w:pPr>
        <w:pStyle w:val="Loendilik"/>
        <w:numPr>
          <w:ilvl w:val="0"/>
          <w:numId w:val="8"/>
        </w:numPr>
      </w:pPr>
      <w:r>
        <w:t>Tööde keeluaeg 15 aprill- 30 juuni (aktiivne linnupesitsuse aeg)</w:t>
      </w:r>
    </w:p>
    <w:p w14:paraId="0A127D81" w14:textId="77777777" w:rsidR="002A725D" w:rsidRDefault="00506711" w:rsidP="00506711">
      <w:pPr>
        <w:pStyle w:val="Loendilik"/>
        <w:numPr>
          <w:ilvl w:val="0"/>
          <w:numId w:val="8"/>
        </w:numPr>
      </w:pPr>
      <w:r>
        <w:t>Tööd kooskõlastatud keskkonnaametiga (ala asub Lahemaa rahvuspargi</w:t>
      </w:r>
      <w:r w:rsidR="002A725D">
        <w:t xml:space="preserve"> Lahemaa piiranguvööndis)</w:t>
      </w:r>
    </w:p>
    <w:p w14:paraId="256C60AB" w14:textId="0020EC36" w:rsidR="00506711" w:rsidRDefault="00506711" w:rsidP="002A725D">
      <w:pPr>
        <w:pStyle w:val="Loendilik"/>
      </w:pPr>
      <w:r>
        <w:t xml:space="preserve"> </w:t>
      </w:r>
    </w:p>
    <w:p w14:paraId="4F6CEA40" w14:textId="77777777" w:rsidR="00506711" w:rsidRDefault="00506711" w:rsidP="001B40D9"/>
    <w:p w14:paraId="270862E8" w14:textId="04F8D4B7" w:rsidR="00506711" w:rsidRDefault="00506711" w:rsidP="00506711">
      <w:pPr>
        <w:sectPr w:rsidR="00506711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07C72E15" w14:textId="77777777" w:rsidR="00E85637" w:rsidRDefault="00E85637"/>
    <w:p w14:paraId="7F3FA042" w14:textId="77777777" w:rsidR="00E85637" w:rsidRDefault="00E85637"/>
    <w:p w14:paraId="46F412DD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1C84911D" w14:textId="77777777" w:rsidR="00E85637" w:rsidRDefault="00E85637"/>
    <w:p w14:paraId="24BFBD6F" w14:textId="77777777" w:rsidR="00E85637" w:rsidRDefault="00E85637"/>
    <w:p w14:paraId="6AD31221" w14:textId="66B03686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6" w:name="Dropdown9"/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6"/>
    </w:p>
    <w:p w14:paraId="3E6B6EC7" w14:textId="77777777" w:rsidR="00E85637" w:rsidRDefault="00E85637"/>
    <w:p w14:paraId="3A85AC9F" w14:textId="77777777" w:rsidR="00E85637" w:rsidRDefault="00E85637">
      <w:pPr>
        <w:rPr>
          <w:sz w:val="14"/>
        </w:rPr>
      </w:pPr>
    </w:p>
    <w:p w14:paraId="353C31EB" w14:textId="77777777" w:rsidR="00E85637" w:rsidRDefault="00E85637">
      <w:pPr>
        <w:rPr>
          <w:sz w:val="2"/>
        </w:rPr>
      </w:pPr>
    </w:p>
    <w:p w14:paraId="6153DC43" w14:textId="66C0FA0E" w:rsidR="00E85637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7" w:name="Text30"/>
      <w:r>
        <w:instrText xml:space="preserve"> FORMTEXT </w:instrText>
      </w:r>
      <w:r>
        <w:fldChar w:fldCharType="separate"/>
      </w:r>
      <w:r w:rsidR="00246818">
        <w:rPr>
          <w:noProof/>
        </w:rPr>
        <w:t>Andres Lavrenov</w:t>
      </w:r>
      <w:r>
        <w:fldChar w:fldCharType="end"/>
      </w:r>
      <w:bookmarkEnd w:id="7"/>
    </w:p>
    <w:p w14:paraId="6935D2A6" w14:textId="513EEA8E" w:rsidR="00E85637" w:rsidRDefault="00B7608B"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8" w:name="Text32"/>
      <w:r>
        <w:instrText xml:space="preserve"> FORMTEXT </w:instrText>
      </w:r>
      <w:r>
        <w:fldChar w:fldCharType="separate"/>
      </w:r>
      <w:r w:rsidR="00246818">
        <w:rPr>
          <w:noProof/>
        </w:rPr>
        <w:t>metsülem</w:t>
      </w:r>
      <w:r>
        <w:fldChar w:fldCharType="end"/>
      </w:r>
      <w:bookmarkEnd w:id="8"/>
    </w:p>
    <w:p w14:paraId="50DF221D" w14:textId="77777777" w:rsidR="00E85637" w:rsidRDefault="00E85637"/>
    <w:p w14:paraId="1B2C9D63" w14:textId="77777777" w:rsidR="00E85637" w:rsidRDefault="00E85637"/>
    <w:p w14:paraId="199E9331" w14:textId="73817C42" w:rsidR="00E85637" w:rsidRDefault="00B7608B">
      <w:r>
        <w:fldChar w:fldCharType="begin">
          <w:ffData>
            <w:name w:val=""/>
            <w:enabled/>
            <w:calcOnExit w:val="0"/>
            <w:helpText w:type="text" w:val="Sisestage siia lisa(d.&#10;&#10;Näiteks: Lisa: 4 lehel 1 eks&#10;&#10;Seejärel liikuge Tab klahviga järgmisele väljale."/>
            <w:statusText w:type="text" w:val="Sisestage siia lisa(d)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862D3C">
        <w:rPr>
          <w:noProof/>
        </w:rPr>
        <w:t>Tel +372 505 0991</w:t>
      </w:r>
      <w:r>
        <w:fldChar w:fldCharType="end"/>
      </w:r>
    </w:p>
    <w:p w14:paraId="7381896D" w14:textId="77777777" w:rsidR="00E85637" w:rsidRDefault="00E85637"/>
    <w:p w14:paraId="4B821781" w14:textId="77777777" w:rsidR="00E85637" w:rsidRDefault="00E85637"/>
    <w:p w14:paraId="58CC81E9" w14:textId="55A70021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9" w:name="Text28"/>
      <w:r>
        <w:instrText xml:space="preserve"> FORMTEXT </w:instrText>
      </w:r>
      <w:r>
        <w:fldChar w:fldCharType="separate"/>
      </w:r>
      <w:r w:rsidR="00862D3C">
        <w:rPr>
          <w:noProof/>
        </w:rPr>
        <w:t>E-post andres.lavrenov@rmk.ee</w:t>
      </w:r>
      <w:r>
        <w:fldChar w:fldCharType="end"/>
      </w:r>
      <w:bookmarkEnd w:id="9"/>
    </w:p>
    <w:p w14:paraId="38A09D83" w14:textId="77777777" w:rsidR="00E85637" w:rsidRDefault="00E85637"/>
    <w:p w14:paraId="04C78A94" w14:textId="77777777" w:rsidR="00E85637" w:rsidRDefault="00E85637"/>
    <w:p w14:paraId="761BF706" w14:textId="77777777" w:rsidR="00E85637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9E0A847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10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  <w:r w:rsidR="00A9445B">
        <w:t xml:space="preserve"> </w:t>
      </w:r>
    </w:p>
    <w:sectPr w:rsidR="00356C40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9245F" w14:textId="77777777" w:rsidR="000116FA" w:rsidRDefault="000116FA">
      <w:r>
        <w:separator/>
      </w:r>
    </w:p>
  </w:endnote>
  <w:endnote w:type="continuationSeparator" w:id="0">
    <w:p w14:paraId="589D69F9" w14:textId="77777777" w:rsidR="000116FA" w:rsidRDefault="0001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D24C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A76A0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558D3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22EE6" w14:textId="77777777" w:rsidR="000116FA" w:rsidRDefault="000116FA">
      <w:r>
        <w:separator/>
      </w:r>
    </w:p>
  </w:footnote>
  <w:footnote w:type="continuationSeparator" w:id="0">
    <w:p w14:paraId="5A91EC2A" w14:textId="77777777" w:rsidR="000116FA" w:rsidRDefault="00011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04E22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829FA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835F3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553519F"/>
    <w:multiLevelType w:val="hybridMultilevel"/>
    <w:tmpl w:val="387E928C"/>
    <w:lvl w:ilvl="0" w:tplc="8500D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EF2727"/>
    <w:multiLevelType w:val="hybridMultilevel"/>
    <w:tmpl w:val="1FEE5F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47A4"/>
    <w:multiLevelType w:val="hybridMultilevel"/>
    <w:tmpl w:val="4DFE5A6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77969"/>
    <w:multiLevelType w:val="hybridMultilevel"/>
    <w:tmpl w:val="1C1255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6" w15:restartNumberingAfterBreak="0">
    <w:nsid w:val="657A496F"/>
    <w:multiLevelType w:val="hybridMultilevel"/>
    <w:tmpl w:val="CDC2387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92D94"/>
    <w:multiLevelType w:val="hybridMultilevel"/>
    <w:tmpl w:val="8D14B3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213634">
    <w:abstractNumId w:val="0"/>
  </w:num>
  <w:num w:numId="2" w16cid:durableId="1368919193">
    <w:abstractNumId w:val="5"/>
  </w:num>
  <w:num w:numId="3" w16cid:durableId="1470702958">
    <w:abstractNumId w:val="2"/>
  </w:num>
  <w:num w:numId="4" w16cid:durableId="1267536958">
    <w:abstractNumId w:val="1"/>
  </w:num>
  <w:num w:numId="5" w16cid:durableId="691953701">
    <w:abstractNumId w:val="4"/>
  </w:num>
  <w:num w:numId="6" w16cid:durableId="1756515228">
    <w:abstractNumId w:val="7"/>
  </w:num>
  <w:num w:numId="7" w16cid:durableId="343557525">
    <w:abstractNumId w:val="3"/>
  </w:num>
  <w:num w:numId="8" w16cid:durableId="156502796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0D9"/>
    <w:rsid w:val="00004A3A"/>
    <w:rsid w:val="000116FA"/>
    <w:rsid w:val="00057FC6"/>
    <w:rsid w:val="00083428"/>
    <w:rsid w:val="000D31BC"/>
    <w:rsid w:val="0015432F"/>
    <w:rsid w:val="00187A2D"/>
    <w:rsid w:val="001956F4"/>
    <w:rsid w:val="001B40D9"/>
    <w:rsid w:val="001D139F"/>
    <w:rsid w:val="001E574A"/>
    <w:rsid w:val="00230846"/>
    <w:rsid w:val="00231DFB"/>
    <w:rsid w:val="00246818"/>
    <w:rsid w:val="002469BE"/>
    <w:rsid w:val="002A725D"/>
    <w:rsid w:val="002E779D"/>
    <w:rsid w:val="00310AE8"/>
    <w:rsid w:val="00326150"/>
    <w:rsid w:val="00356C40"/>
    <w:rsid w:val="003A08B0"/>
    <w:rsid w:val="00436506"/>
    <w:rsid w:val="00491E34"/>
    <w:rsid w:val="004C0817"/>
    <w:rsid w:val="004C418E"/>
    <w:rsid w:val="00506711"/>
    <w:rsid w:val="005B0ACC"/>
    <w:rsid w:val="005C1C33"/>
    <w:rsid w:val="006433D3"/>
    <w:rsid w:val="006F35D0"/>
    <w:rsid w:val="00704BBF"/>
    <w:rsid w:val="007B7275"/>
    <w:rsid w:val="007C4301"/>
    <w:rsid w:val="007E0D20"/>
    <w:rsid w:val="007F482F"/>
    <w:rsid w:val="007F68A8"/>
    <w:rsid w:val="00845FCB"/>
    <w:rsid w:val="00862D3C"/>
    <w:rsid w:val="008B1038"/>
    <w:rsid w:val="008C0A3A"/>
    <w:rsid w:val="009C6C17"/>
    <w:rsid w:val="009D3F3A"/>
    <w:rsid w:val="009E196F"/>
    <w:rsid w:val="00A139E6"/>
    <w:rsid w:val="00A9445B"/>
    <w:rsid w:val="00AA6DA9"/>
    <w:rsid w:val="00B7608B"/>
    <w:rsid w:val="00BF0803"/>
    <w:rsid w:val="00C32B5E"/>
    <w:rsid w:val="00C52479"/>
    <w:rsid w:val="00C52F56"/>
    <w:rsid w:val="00C67247"/>
    <w:rsid w:val="00CF0857"/>
    <w:rsid w:val="00D760A6"/>
    <w:rsid w:val="00DB2115"/>
    <w:rsid w:val="00DE145C"/>
    <w:rsid w:val="00E36EC0"/>
    <w:rsid w:val="00E67116"/>
    <w:rsid w:val="00E85637"/>
    <w:rsid w:val="00EC5BAE"/>
    <w:rsid w:val="00F04FCF"/>
    <w:rsid w:val="00F9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862A31"/>
  <w15:docId w15:val="{0D865DE7-6D92-46CC-8653-017CFA26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paragraph" w:styleId="Loendilik">
    <w:name w:val="List Paragraph"/>
    <w:basedOn w:val="Normaallaad"/>
    <w:uiPriority w:val="34"/>
    <w:qFormat/>
    <w:rsid w:val="001B4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1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.lavrenov\Downloads\kirjaplank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(4)</Template>
  <TotalTime>0</TotalTime>
  <Pages>1</Pages>
  <Words>180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1224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Andres Lavrenov</dc:creator>
  <dc:description>Ver 6.0, 11.2018</dc:description>
  <cp:lastModifiedBy>Andres Lavrenov</cp:lastModifiedBy>
  <cp:revision>2</cp:revision>
  <cp:lastPrinted>2014-04-01T12:05:00Z</cp:lastPrinted>
  <dcterms:created xsi:type="dcterms:W3CDTF">2023-05-17T07:16:00Z</dcterms:created>
  <dcterms:modified xsi:type="dcterms:W3CDTF">2023-05-17T07:16:00Z</dcterms:modified>
</cp:coreProperties>
</file>